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E3" w:rsidRDefault="000514E3" w:rsidP="00A720DC">
      <w:pPr>
        <w:ind w:left="359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Wykaz publikacji powstałych w wyniku realizacji zadań w ramach Postępu Biologicznego w Produkcji Roślinnej w 2019 r.</w:t>
      </w:r>
    </w:p>
    <w:p w:rsidR="000514E3" w:rsidRDefault="000514E3" w:rsidP="00A720D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8564"/>
      </w:tblGrid>
      <w:tr w:rsidR="000514E3">
        <w:tc>
          <w:tcPr>
            <w:tcW w:w="648" w:type="dxa"/>
            <w:vAlign w:val="center"/>
          </w:tcPr>
          <w:p w:rsidR="000514E3" w:rsidRDefault="000514E3">
            <w:pPr>
              <w:ind w:left="426" w:hanging="284"/>
            </w:pPr>
            <w:r>
              <w:t>Lp</w:t>
            </w:r>
          </w:p>
        </w:tc>
        <w:tc>
          <w:tcPr>
            <w:tcW w:w="8564" w:type="dxa"/>
            <w:vAlign w:val="center"/>
          </w:tcPr>
          <w:p w:rsidR="000514E3" w:rsidRDefault="000514E3">
            <w:r>
              <w:t>Autor, Rok, Tytuł, Czasopismo/nazwa konferencji, tom, strony</w:t>
            </w:r>
          </w:p>
        </w:tc>
      </w:tr>
      <w:tr w:rsidR="000514E3" w:rsidRPr="00056DDF">
        <w:tc>
          <w:tcPr>
            <w:tcW w:w="648" w:type="dxa"/>
          </w:tcPr>
          <w:p w:rsidR="000514E3" w:rsidRPr="00056DDF" w:rsidRDefault="000514E3" w:rsidP="00056DDF">
            <w:pPr>
              <w:numPr>
                <w:ilvl w:val="0"/>
                <w:numId w:val="1"/>
              </w:numPr>
              <w:spacing w:after="0" w:line="240" w:lineRule="auto"/>
              <w:ind w:left="426" w:hanging="284"/>
              <w:rPr>
                <w:sz w:val="24"/>
                <w:szCs w:val="24"/>
              </w:rPr>
            </w:pPr>
          </w:p>
        </w:tc>
        <w:tc>
          <w:tcPr>
            <w:tcW w:w="8564" w:type="dxa"/>
          </w:tcPr>
          <w:p w:rsidR="000514E3" w:rsidRPr="00056DDF" w:rsidRDefault="000514E3" w:rsidP="00056DDF">
            <w:pPr>
              <w:pStyle w:val="NoSpacing"/>
              <w:jc w:val="both"/>
              <w:rPr>
                <w:rFonts w:ascii="Calibri" w:hAnsi="Calibri" w:cs="Calibri"/>
              </w:rPr>
            </w:pPr>
            <w:r w:rsidRPr="00056DDF">
              <w:rPr>
                <w:rFonts w:ascii="Calibri" w:hAnsi="Calibri" w:cs="Calibri"/>
              </w:rPr>
              <w:t>Cichorz S.K., Malicka M., Gośka M, 2018, Preliminary analysis of endogenous pectins and arabinogalactan proteins during ovule embryogenesis in sugar beet (</w:t>
            </w:r>
            <w:r w:rsidRPr="00056DDF">
              <w:rPr>
                <w:rFonts w:ascii="Calibri" w:hAnsi="Calibri" w:cs="Calibri"/>
                <w:i/>
                <w:iCs/>
              </w:rPr>
              <w:t>Beta vulgaris</w:t>
            </w:r>
            <w:r w:rsidRPr="00056DDF">
              <w:rPr>
                <w:rFonts w:ascii="Calibri" w:hAnsi="Calibri" w:cs="Calibri"/>
              </w:rPr>
              <w:t xml:space="preserve"> L.), Journal of Plant Physiology &amp; Pathology / 7</w:t>
            </w:r>
            <w:r w:rsidRPr="00056DDF">
              <w:rPr>
                <w:rFonts w:ascii="Calibri" w:hAnsi="Calibri" w:cs="Calibri"/>
                <w:vertAlign w:val="superscript"/>
              </w:rPr>
              <w:t>th</w:t>
            </w:r>
            <w:r w:rsidRPr="00056DDF">
              <w:rPr>
                <w:rFonts w:ascii="Calibri" w:hAnsi="Calibri" w:cs="Calibri"/>
              </w:rPr>
              <w:t xml:space="preserve"> Global Summit on Plant Science 07-08 października 2019, Madryt, Hiszpania ,7, 30</w:t>
            </w:r>
            <w:bookmarkStart w:id="0" w:name="_GoBack"/>
            <w:bookmarkEnd w:id="0"/>
          </w:p>
        </w:tc>
      </w:tr>
    </w:tbl>
    <w:p w:rsidR="000514E3" w:rsidRPr="00056DDF" w:rsidRDefault="000514E3" w:rsidP="00056DDF">
      <w:pPr>
        <w:spacing w:after="0" w:line="240" w:lineRule="auto"/>
        <w:rPr>
          <w:sz w:val="24"/>
          <w:szCs w:val="24"/>
        </w:rPr>
      </w:pPr>
    </w:p>
    <w:p w:rsidR="000514E3" w:rsidRPr="00056DDF" w:rsidRDefault="000514E3"/>
    <w:sectPr w:rsidR="000514E3" w:rsidRPr="00056DDF" w:rsidSect="009B0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E6DA9"/>
    <w:multiLevelType w:val="hybridMultilevel"/>
    <w:tmpl w:val="53CC2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0DC"/>
    <w:rsid w:val="000514E3"/>
    <w:rsid w:val="00056DDF"/>
    <w:rsid w:val="000A1F0E"/>
    <w:rsid w:val="00101247"/>
    <w:rsid w:val="0023248F"/>
    <w:rsid w:val="002B171E"/>
    <w:rsid w:val="00396D92"/>
    <w:rsid w:val="006061D5"/>
    <w:rsid w:val="006103A6"/>
    <w:rsid w:val="00686675"/>
    <w:rsid w:val="007A6E09"/>
    <w:rsid w:val="00966854"/>
    <w:rsid w:val="009B0F1D"/>
    <w:rsid w:val="00A156CA"/>
    <w:rsid w:val="00A33177"/>
    <w:rsid w:val="00A720DC"/>
    <w:rsid w:val="00D962A1"/>
    <w:rsid w:val="00E565D9"/>
    <w:rsid w:val="00E73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0DC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056DDF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056D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B366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661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oSpacing">
    <w:name w:val="No Spacing"/>
    <w:uiPriority w:val="99"/>
    <w:qFormat/>
    <w:rsid w:val="00A720D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0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69</Words>
  <Characters>419</Characters>
  <Application>Microsoft Office Outlook</Application>
  <DocSecurity>0</DocSecurity>
  <Lines>0</Lines>
  <Paragraphs>0</Paragraphs>
  <ScaleCrop>false</ScaleCrop>
  <Company>IHAR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publikacji powstałych w wyniku realizacji zadań w ramach Postępu Biologicznego w Produkcji Roślinnej w 2018 r</dc:title>
  <dc:subject/>
  <dc:creator>Agnieszka Kawka</dc:creator>
  <cp:keywords/>
  <dc:description/>
  <cp:lastModifiedBy>MG</cp:lastModifiedBy>
  <cp:revision>5</cp:revision>
  <dcterms:created xsi:type="dcterms:W3CDTF">2019-12-16T09:50:00Z</dcterms:created>
  <dcterms:modified xsi:type="dcterms:W3CDTF">2019-12-17T13:18:00Z</dcterms:modified>
</cp:coreProperties>
</file>